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AA1D43" w:rsidRPr="00AA1D43" w:rsidRDefault="002F24FA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000000"/>
          <w:lang w:eastAsia="en-US"/>
        </w:rPr>
      </w:pPr>
      <w:r>
        <w:rPr>
          <w:rFonts w:ascii="Calibri" w:eastAsia="Calibri" w:hAnsi="Calibri" w:cs="Calibri"/>
          <w:b/>
          <w:color w:val="000000"/>
          <w:lang w:eastAsia="en-US"/>
        </w:rPr>
        <w:t>Anexa 6</w:t>
      </w:r>
      <w:r w:rsidR="00AA1D43" w:rsidRPr="00AA1D43">
        <w:rPr>
          <w:rFonts w:ascii="Calibri" w:eastAsia="Calibri" w:hAnsi="Calibri" w:cs="Calibri"/>
          <w:b/>
          <w:color w:val="000000"/>
          <w:lang w:eastAsia="en-US"/>
        </w:rPr>
        <w:t xml:space="preserve"> </w:t>
      </w: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MYSMIS</w:t>
      </w: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Subsemnatul___________, CNP _______________, poses</w:t>
      </w:r>
      <w:bookmarkStart w:id="0" w:name="_GoBack"/>
      <w:bookmarkEnd w:id="0"/>
      <w:r w:rsidRPr="00AA1D43">
        <w:rPr>
          <w:rFonts w:ascii="Calibri" w:hAnsi="Calibri" w:cs="Calibri"/>
          <w:lang w:eastAsia="en-US"/>
        </w:rPr>
        <w:t>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, declar pe propria răspundere sub sancțiunea de fals și uz de fals în declarații conform prevederilor Codului P</w:t>
      </w:r>
      <w:r w:rsidR="00693508">
        <w:rPr>
          <w:rFonts w:ascii="Calibri" w:hAnsi="Calibri" w:cs="Calibri"/>
          <w:lang w:eastAsia="en-US"/>
        </w:rPr>
        <w:t>enal, că documentele încărcate î</w:t>
      </w:r>
      <w:r w:rsidRPr="00AA1D43">
        <w:rPr>
          <w:rFonts w:ascii="Calibri" w:hAnsi="Calibri" w:cs="Calibri"/>
          <w:lang w:eastAsia="en-US"/>
        </w:rPr>
        <w:t xml:space="preserve">n MySMIS cu ocazia transmiterii Cererii de finanțare având titlul________________________________,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>sau care vor fi încărcate în MySMIS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MySMIS,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prenume                                                                                                      </w:t>
      </w:r>
      <w:proofErr w:type="spellStart"/>
      <w:r w:rsidRPr="00AA1D43">
        <w:rPr>
          <w:rFonts w:ascii="Calibri" w:hAnsi="Calibri" w:cs="Calibri"/>
          <w:lang w:eastAsia="en-US"/>
        </w:rPr>
        <w:t>zz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ll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aaaa</w:t>
      </w:r>
      <w:proofErr w:type="spellEnd"/>
    </w:p>
    <w:p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:rsidR="00C916A3" w:rsidRPr="00AA1D43" w:rsidRDefault="00C916A3" w:rsidP="00376CFE">
      <w:pPr>
        <w:rPr>
          <w:rFonts w:ascii="Calibri" w:hAnsi="Calibri" w:cs="Calibri"/>
        </w:rPr>
      </w:pPr>
    </w:p>
    <w:p w:rsidR="0009018B" w:rsidRDefault="0009018B" w:rsidP="00376CFE"/>
    <w:sectPr w:rsidR="0009018B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AA1D43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AA1D43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AA1D43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AA1D43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2F24FA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93508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A1D43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B37CB44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E09F0-F685-4A90-8655-3C8EA7B2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1</Pages>
  <Words>116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4</cp:revision>
  <cp:lastPrinted>2022-03-29T08:07:00Z</cp:lastPrinted>
  <dcterms:created xsi:type="dcterms:W3CDTF">2023-05-29T10:09:00Z</dcterms:created>
  <dcterms:modified xsi:type="dcterms:W3CDTF">2023-07-08T07:41:00Z</dcterms:modified>
</cp:coreProperties>
</file>